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CF4028">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4C540BDD"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bookmarkEnd w:id="0"/>
      <w:bookmarkEnd w:id="1"/>
      <w:bookmarkEnd w:id="2"/>
      <w:bookmarkEnd w:id="3"/>
      <w:bookmarkEnd w:id="4"/>
      <w:r w:rsidR="00CF4028">
        <w:rPr>
          <w:rStyle w:val="Strong"/>
          <w:lang w:val="en-GB"/>
        </w:rPr>
        <w:t>23-w001-2</w:t>
      </w:r>
      <w:r w:rsidR="00960DE5">
        <w:rPr>
          <w:rStyle w:val="Strong"/>
          <w:lang w:val="en-GB"/>
        </w:rPr>
        <w:t>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038BA5D2" w:rsidR="00BA48ED" w:rsidRPr="00B451CF" w:rsidRDefault="00015DD1" w:rsidP="008400ED">
      <w:pPr>
        <w:jc w:val="both"/>
        <w:rPr>
          <w:rFonts w:cs="Calibri"/>
          <w:color w:val="000000"/>
          <w:lang w:val="en-GB"/>
        </w:rPr>
      </w:pPr>
      <w:r w:rsidRPr="00B451CF">
        <w:rPr>
          <w:rFonts w:cs="Calibri"/>
          <w:lang w:val="en-GB"/>
        </w:rPr>
        <w:t>The [</w:t>
      </w:r>
      <w:r w:rsidRPr="001514A0">
        <w:rPr>
          <w:rFonts w:cs="Calibri"/>
          <w:highlight w:val="yellow"/>
          <w:lang w:val="en-GB"/>
        </w:rPr>
        <w:t xml:space="preserve">Ministry of </w:t>
      </w:r>
      <w:r w:rsidR="001514A0" w:rsidRPr="001514A0">
        <w:rPr>
          <w:rFonts w:cs="Calibri"/>
          <w:highlight w:val="yellow"/>
          <w:lang w:val="en-GB"/>
        </w:rPr>
        <w:t>Education</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78A78B95"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183001" w:rsidRPr="00B451CF">
        <w:rPr>
          <w:rFonts w:eastAsia="Times New Roman" w:cs="Calibri"/>
          <w:b/>
          <w:lang w:val="en-GB"/>
        </w:rPr>
        <w:t>Number –</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5A891F41"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r w:rsidR="00157ABC">
        <w:rPr>
          <w:lang w:val="en-GB"/>
        </w:rPr>
        <w:t>\</w:t>
      </w:r>
    </w:p>
    <w:p w14:paraId="3FD35F9B" w14:textId="3851FCFE" w:rsidR="00157ABC" w:rsidRDefault="00157ABC" w:rsidP="00083C49">
      <w:pPr>
        <w:rPr>
          <w:lang w:val="en-GB"/>
        </w:rPr>
      </w:pPr>
      <w:r>
        <w:rPr>
          <w:lang w:val="en-GB"/>
        </w:rPr>
        <w:t xml:space="preserve">To: Secretary, </w:t>
      </w:r>
    </w:p>
    <w:p w14:paraId="5001A4CC" w14:textId="78A34B0D" w:rsidR="00157ABC" w:rsidRDefault="00157ABC" w:rsidP="00083C49">
      <w:pPr>
        <w:rPr>
          <w:lang w:val="en-GB"/>
        </w:rPr>
      </w:pPr>
      <w:r>
        <w:rPr>
          <w:lang w:val="en-GB"/>
        </w:rPr>
        <w:t>Ministry of Finance and Economic Development</w:t>
      </w:r>
    </w:p>
    <w:p w14:paraId="61BAB2E1" w14:textId="533E788F" w:rsidR="00157ABC" w:rsidRDefault="00157ABC" w:rsidP="00083C49">
      <w:pPr>
        <w:rPr>
          <w:lang w:val="en-GB"/>
        </w:rPr>
      </w:pPr>
      <w:r>
        <w:rPr>
          <w:lang w:val="en-GB"/>
        </w:rPr>
        <w:t xml:space="preserve">Attention: Central Procurement Unit. </w:t>
      </w:r>
    </w:p>
    <w:p w14:paraId="12ACF8F3" w14:textId="526A51EF" w:rsidR="00157ABC" w:rsidRDefault="00157ABC" w:rsidP="00083C49">
      <w:pPr>
        <w:rPr>
          <w:lang w:val="en-GB"/>
        </w:rPr>
      </w:pPr>
      <w:r>
        <w:rPr>
          <w:lang w:val="en-GB"/>
        </w:rPr>
        <w:t>Procurement number: 23-</w:t>
      </w:r>
      <w:r w:rsidR="000F1E07">
        <w:rPr>
          <w:lang w:val="en-GB"/>
        </w:rPr>
        <w:t>W</w:t>
      </w:r>
      <w:r>
        <w:rPr>
          <w:lang w:val="en-GB"/>
        </w:rPr>
        <w:t>001-24</w:t>
      </w:r>
    </w:p>
    <w:p w14:paraId="7138BC01" w14:textId="77777777" w:rsidR="00645647" w:rsidRPr="00B41F59" w:rsidRDefault="00645647" w:rsidP="00083C49">
      <w:pPr>
        <w:rPr>
          <w:lang w:val="en-GB"/>
        </w:rPr>
      </w:pP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519B8680" w14:textId="09847188" w:rsidR="00C5692D" w:rsidRDefault="00C5692D"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license and Registration (must be certify and valid) </w:t>
      </w:r>
    </w:p>
    <w:p w14:paraId="634EEA65" w14:textId="4B20CC29" w:rsidR="00C5692D" w:rsidRPr="000E0ABD" w:rsidRDefault="00C5692D" w:rsidP="00FA024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79601A23" w14:textId="733883D4" w:rsidR="00C5692D" w:rsidRDefault="0011296B" w:rsidP="00C5692D">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0C76047A" w14:textId="216C2294" w:rsidR="00C5692D" w:rsidRPr="00C5692D" w:rsidRDefault="00C5692D" w:rsidP="00C5692D">
      <w:pPr>
        <w:spacing w:before="100" w:beforeAutospacing="1" w:after="100" w:afterAutospacing="1"/>
        <w:rPr>
          <w:rFonts w:cs="Calibri"/>
          <w:iCs/>
          <w:sz w:val="22"/>
          <w:lang w:val="en-GB"/>
        </w:rPr>
      </w:pPr>
      <w:r>
        <w:rPr>
          <w:rFonts w:cs="Calibri"/>
          <w:iCs/>
          <w:sz w:val="22"/>
          <w:lang w:val="en-GB"/>
        </w:rPr>
        <w:t xml:space="preserve">               </w:t>
      </w:r>
    </w:p>
    <w:p w14:paraId="76C77B89" w14:textId="4345BE51"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lastRenderedPageBreak/>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463F8" w14:textId="77777777" w:rsidR="00EA673C" w:rsidRDefault="00EA673C">
      <w:r>
        <w:separator/>
      </w:r>
    </w:p>
  </w:endnote>
  <w:endnote w:type="continuationSeparator" w:id="0">
    <w:p w14:paraId="10229178" w14:textId="77777777" w:rsidR="00EA673C" w:rsidRDefault="00EA673C">
      <w:r>
        <w:continuationSeparator/>
      </w:r>
    </w:p>
  </w:endnote>
  <w:endnote w:type="continuationNotice" w:id="1">
    <w:p w14:paraId="62AAACD9" w14:textId="77777777" w:rsidR="00EA673C" w:rsidRDefault="00EA6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4B2C8532"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514A0" w:rsidRPr="001514A0">
      <w:rPr>
        <w:noProof/>
        <w:color w:val="17365D" w:themeColor="text2" w:themeShade="BF"/>
        <w:lang w:val="sv-SE"/>
      </w:rPr>
      <w:t>8</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514A0" w:rsidRPr="001514A0">
      <w:rPr>
        <w:noProof/>
        <w:color w:val="17365D" w:themeColor="text2" w:themeShade="BF"/>
        <w:lang w:val="sv-SE"/>
      </w:rPr>
      <w:t>8</w:t>
    </w:r>
    <w:r>
      <w:rPr>
        <w:color w:val="17365D" w:themeColor="text2" w:themeShade="BF"/>
      </w:rPr>
      <w:fldChar w:fldCharType="end"/>
    </w:r>
  </w:p>
  <w:p w14:paraId="213B5D63" w14:textId="1B6C251C" w:rsidR="00133D55" w:rsidRDefault="00133D55" w:rsidP="004878F3">
    <w:pPr>
      <w:pStyle w:val="Footer"/>
    </w:pPr>
    <w:r>
      <w:fldChar w:fldCharType="begin"/>
    </w:r>
    <w:r>
      <w:instrText xml:space="preserve"> DATE \@ "yyyy-MM-dd" </w:instrText>
    </w:r>
    <w:r>
      <w:fldChar w:fldCharType="separate"/>
    </w:r>
    <w:r w:rsidR="000F1E07">
      <w:rPr>
        <w:noProof/>
      </w:rPr>
      <w:t>2024-06-04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FC348" w14:textId="77777777" w:rsidR="00EA673C" w:rsidRDefault="00EA673C">
      <w:r>
        <w:separator/>
      </w:r>
    </w:p>
  </w:footnote>
  <w:footnote w:type="continuationSeparator" w:id="0">
    <w:p w14:paraId="3D7A2686" w14:textId="77777777" w:rsidR="00EA673C" w:rsidRDefault="00EA673C">
      <w:r>
        <w:continuationSeparator/>
      </w:r>
    </w:p>
  </w:footnote>
  <w:footnote w:type="continuationNotice" w:id="1">
    <w:p w14:paraId="23D1A97A" w14:textId="77777777" w:rsidR="00EA673C" w:rsidRDefault="00EA673C"/>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B964B9B"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007262">
    <w:abstractNumId w:val="2"/>
  </w:num>
  <w:num w:numId="2" w16cid:durableId="699934384">
    <w:abstractNumId w:val="10"/>
  </w:num>
  <w:num w:numId="3" w16cid:durableId="1582835145">
    <w:abstractNumId w:val="11"/>
  </w:num>
  <w:num w:numId="4" w16cid:durableId="2084835995">
    <w:abstractNumId w:val="5"/>
  </w:num>
  <w:num w:numId="5" w16cid:durableId="804934679">
    <w:abstractNumId w:val="4"/>
  </w:num>
  <w:num w:numId="6" w16cid:durableId="297683080">
    <w:abstractNumId w:val="7"/>
  </w:num>
  <w:num w:numId="7" w16cid:durableId="381488026">
    <w:abstractNumId w:val="6"/>
  </w:num>
  <w:num w:numId="8" w16cid:durableId="661858949">
    <w:abstractNumId w:val="9"/>
  </w:num>
  <w:num w:numId="9" w16cid:durableId="626669618">
    <w:abstractNumId w:val="1"/>
  </w:num>
  <w:num w:numId="10" w16cid:durableId="1765758719">
    <w:abstractNumId w:val="8"/>
  </w:num>
  <w:num w:numId="11" w16cid:durableId="1086997379">
    <w:abstractNumId w:val="3"/>
  </w:num>
  <w:num w:numId="12" w16cid:durableId="40541836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34CC"/>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1E07"/>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4A0"/>
    <w:rsid w:val="00151734"/>
    <w:rsid w:val="00151A2B"/>
    <w:rsid w:val="001535CA"/>
    <w:rsid w:val="00154C8B"/>
    <w:rsid w:val="00155772"/>
    <w:rsid w:val="00156024"/>
    <w:rsid w:val="0015629F"/>
    <w:rsid w:val="00157281"/>
    <w:rsid w:val="001575F7"/>
    <w:rsid w:val="00157ABC"/>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3001"/>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21DB"/>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038"/>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0ED"/>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4865"/>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66D"/>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3A2"/>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647"/>
    <w:rsid w:val="00645735"/>
    <w:rsid w:val="00645B8E"/>
    <w:rsid w:val="00646761"/>
    <w:rsid w:val="00647D5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0E9"/>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FEA"/>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0DE5"/>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2C"/>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7B3"/>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92D"/>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028"/>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15B"/>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E1B"/>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73C"/>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AFD431-6601-4EFF-A35A-4D729F104D01}">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46</TotalTime>
  <Pages>8</Pages>
  <Words>2364</Words>
  <Characters>13481</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10</cp:revision>
  <cp:lastPrinted>2019-05-23T01:49:00Z</cp:lastPrinted>
  <dcterms:created xsi:type="dcterms:W3CDTF">2020-07-06T13:09:00Z</dcterms:created>
  <dcterms:modified xsi:type="dcterms:W3CDTF">2024-06-03T21:15:00Z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